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06D86" w14:textId="77777777" w:rsidR="009C3D8C" w:rsidRDefault="00000000">
      <w:pPr>
        <w:pStyle w:val="Title"/>
      </w:pPr>
      <w:r>
        <w:t xml:space="preserve"> Title </w:t>
      </w:r>
    </w:p>
    <w:p w14:paraId="0C166222" w14:textId="77777777" w:rsidR="009C3D8C" w:rsidRDefault="00000000">
      <w:pPr>
        <w:pStyle w:val="Subtitle"/>
      </w:pPr>
      <w:r>
        <w:t xml:space="preserve"> Subtitle </w:t>
      </w:r>
    </w:p>
    <w:p w14:paraId="51BF6B85" w14:textId="77777777" w:rsidR="009C3D8C" w:rsidRPr="00E322C7" w:rsidRDefault="00000000" w:rsidP="00E322C7">
      <w:pPr>
        <w:pStyle w:val="Author"/>
      </w:pPr>
      <w:r w:rsidRPr="00E322C7">
        <w:t xml:space="preserve"> Author </w:t>
      </w:r>
    </w:p>
    <w:p w14:paraId="378CBDDC" w14:textId="77777777" w:rsidR="009C3D8C" w:rsidRPr="004F43DA" w:rsidRDefault="00000000" w:rsidP="00D57B2E">
      <w:pPr>
        <w:pStyle w:val="Date"/>
      </w:pPr>
      <w:r>
        <w:t xml:space="preserve"> </w:t>
      </w:r>
      <w:r w:rsidRPr="00D57B2E">
        <w:t>Date</w:t>
      </w:r>
      <w:r w:rsidRPr="004F43DA">
        <w:t xml:space="preserve"> </w:t>
      </w:r>
    </w:p>
    <w:p w14:paraId="2D5C7405" w14:textId="2D42BCDD" w:rsidR="009C3D8C" w:rsidRDefault="00000000">
      <w:pPr>
        <w:pStyle w:val="Abstract"/>
      </w:pPr>
      <w:r>
        <w:t xml:space="preserve"> Abstract</w:t>
      </w:r>
    </w:p>
    <w:p w14:paraId="4EDBA827" w14:textId="77777777" w:rsidR="009C3D8C" w:rsidRPr="0093631B" w:rsidRDefault="00000000" w:rsidP="0093631B">
      <w:pPr>
        <w:pStyle w:val="Heading1"/>
      </w:pPr>
      <w:bookmarkStart w:id="0" w:name="heading-1"/>
      <w:r>
        <w:t xml:space="preserve"> </w:t>
      </w:r>
      <w:r w:rsidRPr="0093631B">
        <w:t xml:space="preserve">Heading 1 </w:t>
      </w:r>
      <w:bookmarkEnd w:id="0"/>
    </w:p>
    <w:p w14:paraId="5BCEACD1" w14:textId="77777777" w:rsidR="009C3D8C" w:rsidRPr="0093631B" w:rsidRDefault="00000000" w:rsidP="0093631B">
      <w:pPr>
        <w:pStyle w:val="Heading2"/>
      </w:pPr>
      <w:bookmarkStart w:id="1" w:name="heading-2"/>
      <w:r w:rsidRPr="0093631B">
        <w:t xml:space="preserve"> Heading 2 </w:t>
      </w:r>
      <w:bookmarkEnd w:id="1"/>
    </w:p>
    <w:p w14:paraId="22C8C729" w14:textId="77777777" w:rsidR="009C3D8C" w:rsidRPr="0093631B" w:rsidRDefault="00000000" w:rsidP="0093631B">
      <w:pPr>
        <w:pStyle w:val="Heading3"/>
      </w:pPr>
      <w:bookmarkStart w:id="2" w:name="heading-3"/>
      <w:r>
        <w:t xml:space="preserve"> </w:t>
      </w:r>
      <w:r w:rsidRPr="0093631B">
        <w:t xml:space="preserve">Heading 3 </w:t>
      </w:r>
      <w:bookmarkEnd w:id="2"/>
    </w:p>
    <w:p w14:paraId="0B8D45B1" w14:textId="77777777" w:rsidR="009C3D8C" w:rsidRPr="0093631B" w:rsidRDefault="00000000" w:rsidP="0093631B">
      <w:pPr>
        <w:pStyle w:val="Heading4"/>
      </w:pPr>
      <w:bookmarkStart w:id="3" w:name="heading-4"/>
      <w:r w:rsidRPr="0093631B">
        <w:t xml:space="preserve"> Heading 4 </w:t>
      </w:r>
      <w:bookmarkEnd w:id="3"/>
    </w:p>
    <w:p w14:paraId="45B749F4" w14:textId="77777777" w:rsidR="009C3D8C" w:rsidRPr="0093631B" w:rsidRDefault="00000000" w:rsidP="0093631B">
      <w:pPr>
        <w:pStyle w:val="Heading5"/>
      </w:pPr>
      <w:bookmarkStart w:id="4" w:name="heading-5"/>
      <w:r w:rsidRPr="0093631B">
        <w:t xml:space="preserve"> Heading 5 </w:t>
      </w:r>
      <w:bookmarkEnd w:id="4"/>
    </w:p>
    <w:p w14:paraId="239CE764" w14:textId="77777777" w:rsidR="009C3D8C" w:rsidRPr="0093631B" w:rsidRDefault="00000000" w:rsidP="0093631B">
      <w:pPr>
        <w:pStyle w:val="Heading6"/>
      </w:pPr>
      <w:bookmarkStart w:id="5" w:name="heading-6"/>
      <w:r w:rsidRPr="0093631B">
        <w:t xml:space="preserve"> Heading 6 </w:t>
      </w:r>
      <w:bookmarkEnd w:id="5"/>
    </w:p>
    <w:p w14:paraId="5565A152" w14:textId="77777777" w:rsidR="009C3D8C" w:rsidRPr="0093631B" w:rsidRDefault="00000000" w:rsidP="0093631B">
      <w:pPr>
        <w:pStyle w:val="Heading7"/>
      </w:pPr>
      <w:bookmarkStart w:id="6" w:name="heading-7"/>
      <w:r w:rsidRPr="0093631B">
        <w:t xml:space="preserve"> Heading 7 </w:t>
      </w:r>
      <w:bookmarkEnd w:id="6"/>
    </w:p>
    <w:p w14:paraId="36EAB742" w14:textId="77777777" w:rsidR="009C3D8C" w:rsidRPr="0093631B" w:rsidRDefault="00000000" w:rsidP="0093631B">
      <w:pPr>
        <w:pStyle w:val="Heading8"/>
      </w:pPr>
      <w:bookmarkStart w:id="7" w:name="heading-8"/>
      <w:r w:rsidRPr="0093631B">
        <w:t xml:space="preserve"> Heading 8 </w:t>
      </w:r>
      <w:bookmarkEnd w:id="7"/>
    </w:p>
    <w:p w14:paraId="65852B1A" w14:textId="77777777" w:rsidR="009C3D8C" w:rsidRPr="0093631B" w:rsidRDefault="00000000" w:rsidP="0093631B">
      <w:pPr>
        <w:pStyle w:val="Heading9"/>
      </w:pPr>
      <w:bookmarkStart w:id="8" w:name="heading-9"/>
      <w:r w:rsidRPr="0093631B">
        <w:t xml:space="preserve"> Heading 9 </w:t>
      </w:r>
      <w:bookmarkEnd w:id="8"/>
    </w:p>
    <w:p w14:paraId="40D37344" w14:textId="77777777" w:rsidR="009C3D8C" w:rsidRDefault="00000000">
      <w:pPr>
        <w:pStyle w:val="FirstParagraph"/>
      </w:pPr>
      <w:r>
        <w:t xml:space="preserve"> First Paragraph. </w:t>
      </w:r>
    </w:p>
    <w:p w14:paraId="7FB0E67D" w14:textId="77777777" w:rsidR="009459D1" w:rsidRDefault="00000000">
      <w:pPr>
        <w:pStyle w:val="BodyText"/>
        <w:rPr>
          <w:lang w:val="en-GB"/>
        </w:rPr>
      </w:pPr>
      <w:r>
        <w:t xml:space="preserve"> Body Text. </w:t>
      </w:r>
      <w:proofErr w:type="spellStart"/>
      <w:r w:rsidR="009459D1" w:rsidRPr="009459D1">
        <w:rPr>
          <w:rFonts w:hint="eastAsia"/>
          <w:lang w:val="en-GB"/>
        </w:rPr>
        <w:t>智能是通过具体行为表现出来的</w:t>
      </w:r>
      <w:proofErr w:type="spellEnd"/>
      <w:r w:rsidR="009459D1" w:rsidRPr="009459D1">
        <w:rPr>
          <w:rFonts w:hint="eastAsia"/>
          <w:lang w:val="en-GB"/>
        </w:rPr>
        <w:t>，</w:t>
      </w:r>
    </w:p>
    <w:p w14:paraId="13F41500" w14:textId="1EEA29E6" w:rsidR="00FE543B" w:rsidRDefault="00FE543B" w:rsidP="00FE543B">
      <w:pPr>
        <w:rPr>
          <w:lang w:val="en-GB"/>
        </w:rPr>
      </w:pPr>
      <w:r>
        <w:rPr>
          <w:lang w:val="en-GB"/>
        </w:rPr>
        <w:t xml:space="preserve">Normal text. More stuff. </w:t>
      </w:r>
      <w:proofErr w:type="spellStart"/>
      <w:r w:rsidRPr="00FE543B">
        <w:rPr>
          <w:rFonts w:ascii="STHeiti" w:hAnsi="STHeiti" w:cs="SimSun" w:hint="eastAsia"/>
          <w:lang w:val="en-GB"/>
        </w:rPr>
        <w:t>智能是通</w:t>
      </w:r>
      <w:proofErr w:type="spellEnd"/>
    </w:p>
    <w:p w14:paraId="0AF9C3FC" w14:textId="61CC8FAE" w:rsidR="009C3D8C" w:rsidRDefault="00000000">
      <w:pPr>
        <w:pStyle w:val="BodyText"/>
      </w:pPr>
      <w:r>
        <w:lastRenderedPageBreak/>
        <w:t xml:space="preserve">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6DCF926C" w14:textId="6935349A" w:rsidR="00F8025B" w:rsidRDefault="00000000" w:rsidP="00F8025B">
      <w:pPr>
        <w:pStyle w:val="BlockText"/>
      </w:pPr>
      <w:r>
        <w:t xml:space="preserve"> Block Text. </w:t>
      </w:r>
    </w:p>
    <w:p w14:paraId="2B78B1D6" w14:textId="77777777" w:rsidR="00F8025B" w:rsidRPr="00F8025B" w:rsidRDefault="00F8025B" w:rsidP="00F8025B">
      <w:pPr>
        <w:pStyle w:val="BodyText"/>
      </w:pPr>
    </w:p>
    <w:p w14:paraId="7999D3CC" w14:textId="77777777" w:rsidR="009C3D8C" w:rsidRDefault="00000000">
      <w:pPr>
        <w:pStyle w:val="TableCaption"/>
      </w:pPr>
      <w:r>
        <w:t xml:space="preserve"> Table caption. </w:t>
      </w:r>
    </w:p>
    <w:tbl>
      <w:tblPr>
        <w:tblStyle w:val="Table"/>
        <w:tblpPr w:leftFromText="180" w:rightFromText="180" w:vertAnchor="text" w:horzAnchor="margin" w:tblpY="178"/>
        <w:tblW w:w="0" w:type="auto"/>
        <w:tblLook w:val="07E0" w:firstRow="1" w:lastRow="1" w:firstColumn="1" w:lastColumn="1" w:noHBand="1" w:noVBand="1"/>
        <w:tblCaption w:val="Table caption."/>
      </w:tblPr>
      <w:tblGrid>
        <w:gridCol w:w="827"/>
        <w:gridCol w:w="869"/>
      </w:tblGrid>
      <w:tr w:rsidR="00F8025B" w14:paraId="00931E5F" w14:textId="77777777" w:rsidTr="00F80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15C5B55D" w14:textId="77777777" w:rsidR="00F8025B" w:rsidRDefault="00F8025B" w:rsidP="00F8025B">
            <w:pPr>
              <w:pStyle w:val="Compact"/>
            </w:pPr>
            <w:r>
              <w:t xml:space="preserve">Table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5CCB5BF1" w14:textId="77777777" w:rsidR="00F8025B" w:rsidRDefault="00F8025B" w:rsidP="00F8025B">
            <w:pPr>
              <w:pStyle w:val="Compact"/>
            </w:pPr>
            <w:r>
              <w:t xml:space="preserve"> Table </w:t>
            </w:r>
          </w:p>
        </w:tc>
      </w:tr>
      <w:tr w:rsidR="00F8025B" w14:paraId="49DAC7F1" w14:textId="77777777" w:rsidTr="00F8025B">
        <w:tc>
          <w:tcPr>
            <w:tcW w:w="0" w:type="auto"/>
          </w:tcPr>
          <w:p w14:paraId="2700D29E" w14:textId="77777777" w:rsidR="00F8025B" w:rsidRDefault="00F8025B" w:rsidP="00F8025B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659CC267" w14:textId="77777777" w:rsidR="00F8025B" w:rsidRDefault="00F8025B" w:rsidP="00F8025B">
            <w:pPr>
              <w:pStyle w:val="Compact"/>
            </w:pPr>
            <w:r>
              <w:t xml:space="preserve"> 2 </w:t>
            </w:r>
          </w:p>
        </w:tc>
      </w:tr>
    </w:tbl>
    <w:p w14:paraId="2ACFDCEB" w14:textId="77777777" w:rsidR="00F8025B" w:rsidRDefault="00F8025B">
      <w:pPr>
        <w:pStyle w:val="ImageCaption"/>
      </w:pPr>
    </w:p>
    <w:p w14:paraId="53BF5D27" w14:textId="77777777" w:rsidR="00F8025B" w:rsidRDefault="00F8025B">
      <w:pPr>
        <w:pStyle w:val="ImageCaption"/>
      </w:pPr>
    </w:p>
    <w:p w14:paraId="233E0CA0" w14:textId="77777777" w:rsidR="00F8025B" w:rsidRDefault="00F8025B">
      <w:pPr>
        <w:pStyle w:val="ImageCaption"/>
      </w:pPr>
    </w:p>
    <w:p w14:paraId="68BBDE67" w14:textId="6F657B74" w:rsidR="009C3D8C" w:rsidRDefault="00000000">
      <w:pPr>
        <w:pStyle w:val="ImageCaption"/>
      </w:pPr>
      <w:r>
        <w:t xml:space="preserve"> Image Caption </w:t>
      </w:r>
    </w:p>
    <w:p w14:paraId="0A4FFFE5" w14:textId="77777777" w:rsidR="009C3D8C" w:rsidRDefault="00000000">
      <w:pPr>
        <w:pStyle w:val="DefinitionTerm"/>
      </w:pPr>
      <w:r>
        <w:t xml:space="preserve"> DefinitionTerm </w:t>
      </w:r>
    </w:p>
    <w:p w14:paraId="3A18ABF0" w14:textId="77777777" w:rsidR="009C3D8C" w:rsidRDefault="00000000">
      <w:pPr>
        <w:pStyle w:val="Definition"/>
      </w:pPr>
      <w:r>
        <w:t xml:space="preserve"> Definition </w:t>
      </w:r>
    </w:p>
    <w:p w14:paraId="5F88F56B" w14:textId="77777777" w:rsidR="009C3D8C" w:rsidRDefault="00000000">
      <w:pPr>
        <w:pStyle w:val="DefinitionTerm"/>
      </w:pPr>
      <w:r>
        <w:t xml:space="preserve"> DefinitionTerm </w:t>
      </w:r>
    </w:p>
    <w:p w14:paraId="243C04E8" w14:textId="77777777" w:rsidR="009C3D8C" w:rsidRDefault="00000000">
      <w:pPr>
        <w:pStyle w:val="Definition"/>
      </w:pPr>
      <w:r>
        <w:t xml:space="preserve"> Definition </w:t>
      </w:r>
    </w:p>
    <w:p w14:paraId="33035618" w14:textId="77777777" w:rsidR="00CC423E" w:rsidRDefault="00CC423E" w:rsidP="00CC423E"/>
    <w:p w14:paraId="420C02F7" w14:textId="5BF8E0B1" w:rsidR="00CC423E" w:rsidRDefault="00CC423E" w:rsidP="00722110">
      <w:pPr>
        <w:pStyle w:val="ListParagraph"/>
        <w:numPr>
          <w:ilvl w:val="0"/>
          <w:numId w:val="123"/>
        </w:numPr>
      </w:pPr>
      <w:r>
        <w:t>Item 1</w:t>
      </w:r>
    </w:p>
    <w:p w14:paraId="65620B7F" w14:textId="10151394" w:rsidR="00CC423E" w:rsidRDefault="00CC423E" w:rsidP="00722110">
      <w:pPr>
        <w:pStyle w:val="ListParagraph"/>
        <w:numPr>
          <w:ilvl w:val="0"/>
          <w:numId w:val="123"/>
        </w:numPr>
      </w:pPr>
      <w:r>
        <w:t>Item 2</w:t>
      </w:r>
    </w:p>
    <w:sectPr w:rsidR="00CC423E" w:rsidSect="00DE59FD">
      <w:headerReference w:type="default" r:id="rId8"/>
      <w:footerReference w:type="default" r:id="rId9"/>
      <w:pgSz w:w="12240" w:h="15840"/>
      <w:pgMar w:top="1134" w:right="1134" w:bottom="113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56C82" w14:textId="77777777" w:rsidR="00CC5A82" w:rsidRDefault="00CC5A82">
      <w:pPr>
        <w:spacing w:after="0"/>
      </w:pPr>
      <w:r>
        <w:separator/>
      </w:r>
    </w:p>
  </w:endnote>
  <w:endnote w:type="continuationSeparator" w:id="0">
    <w:p w14:paraId="6D32C129" w14:textId="77777777" w:rsidR="00CC5A82" w:rsidRDefault="00CC5A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egreya">
    <w:panose1 w:val="00000500000000000000"/>
    <w:charset w:val="00"/>
    <w:family w:val="auto"/>
    <w:notTrueType/>
    <w:pitch w:val="variable"/>
    <w:sig w:usb0="6000028F" w:usb1="00000003" w:usb2="00000000" w:usb3="00000000" w:csb0="0000019F" w:csb1="00000000"/>
  </w:font>
  <w:font w:name="STHe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legreya Sans ExtraBold">
    <w:panose1 w:val="00000900000000000000"/>
    <w:charset w:val="00"/>
    <w:family w:val="auto"/>
    <w:notTrueType/>
    <w:pitch w:val="variable"/>
    <w:sig w:usb0="6000028F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egreya Sans">
    <w:panose1 w:val="000005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Medium">
    <w:panose1 w:val="000006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Black">
    <w:panose1 w:val="00000A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Medium">
    <w:panose1 w:val="000006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Light">
    <w:panose1 w:val="00000400000000000000"/>
    <w:charset w:val="00"/>
    <w:family w:val="auto"/>
    <w:notTrueType/>
    <w:pitch w:val="variable"/>
    <w:sig w:usb0="6000028F" w:usb1="00000003" w:usb2="00000000" w:usb3="00000000" w:csb0="0000019F" w:csb1="00000000"/>
  </w:font>
  <w:font w:name="Rec Mono Duotone">
    <w:panose1 w:val="00000009000000000000"/>
    <w:charset w:val="4D"/>
    <w:family w:val="modern"/>
    <w:pitch w:val="fixed"/>
    <w:sig w:usb0="A10000FF" w:usb1="5000E07B" w:usb2="00000000" w:usb3="00000000" w:csb0="00000193" w:csb1="00000000"/>
  </w:font>
  <w:font w:name="Fira Code">
    <w:panose1 w:val="020B0809050000020004"/>
    <w:charset w:val="00"/>
    <w:family w:val="modern"/>
    <w:pitch w:val="variable"/>
    <w:sig w:usb0="E00002EF" w:usb1="1201F9FB" w:usb2="02002038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1B71" w14:textId="4EC7C245" w:rsidR="00D822B6" w:rsidRDefault="00FE543B">
    <w:pPr>
      <w:pStyle w:val="Footer"/>
    </w:pPr>
    <w:r>
      <w:rPr>
        <w:noProof/>
        <w:lang w:eastAsia="zh-CN"/>
        <w14:ligatures w14:val="none"/>
        <w14:numForm w14:val="default"/>
        <w14:numSpacing w14:val="defaul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555152" wp14:editId="71E06E7E">
              <wp:simplePos x="0" y="0"/>
              <wp:positionH relativeFrom="column">
                <wp:posOffset>-133350</wp:posOffset>
              </wp:positionH>
              <wp:positionV relativeFrom="paragraph">
                <wp:posOffset>-10160</wp:posOffset>
              </wp:positionV>
              <wp:extent cx="6670040" cy="45720"/>
              <wp:effectExtent l="0" t="0" r="0" b="5080"/>
              <wp:wrapSquare wrapText="bothSides"/>
              <wp:docPr id="3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0040" cy="45720"/>
                      </a:xfrm>
                      <a:prstGeom prst="rect">
                        <a:avLst/>
                      </a:prstGeom>
                      <a:solidFill>
                        <a:srgbClr val="10253F">
                          <a:alpha val="60392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72000" tIns="72000" rIns="72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775705" id="Rectangle 1" o:spid="_x0000_s1026" style="position:absolute;margin-left:-10.5pt;margin-top:-.8pt;width:525.2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" fillcolor="#10253f" stroked="f" strokeweight="2pt">
              <v:fill opacity="39578f"/>
              <v:textbox inset="2mm,2mm,2mm"/>
              <w10:wrap type="square"/>
            </v:rect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4A1C67C" wp14:editId="3E912D08">
              <wp:simplePos x="0" y="0"/>
              <wp:positionH relativeFrom="rightMargin">
                <wp:posOffset>-252095</wp:posOffset>
              </wp:positionH>
              <wp:positionV relativeFrom="bottomMargin">
                <wp:posOffset>35560</wp:posOffset>
              </wp:positionV>
              <wp:extent cx="457200" cy="320040"/>
              <wp:effectExtent l="0" t="0" r="0" b="0"/>
              <wp:wrapSquare wrapText="bothSides"/>
              <wp:docPr id="40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alpha val="6018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6E8126" w14:textId="77777777" w:rsidR="00D822B6" w:rsidRDefault="00D822B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A1C67C" id="Rectangle 6" o:spid="_x0000_s1026" style="position:absolute;left:0;text-align:left;margin-left:-19.85pt;margin-top:2.8pt;width:36pt;height:25.2pt;z-index:251657216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" fillcolor="#0f243e [1615]" stroked="f" strokeweight="3pt">
              <v:fill opacity="39321f"/>
              <v:textbox>
                <w:txbxContent>
                  <w:p w14:paraId="106E8126" w14:textId="77777777" w:rsidR="00D822B6" w:rsidRDefault="00D822B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lang w:eastAsia="zh-CN"/>
        <w14:ligatures w14:val="none"/>
        <w14:numForm w14:val="default"/>
        <w14:numSpacing w14:val="defau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E8071F" wp14:editId="5753019D">
              <wp:simplePos x="0" y="0"/>
              <wp:positionH relativeFrom="column">
                <wp:posOffset>86360</wp:posOffset>
              </wp:positionH>
              <wp:positionV relativeFrom="paragraph">
                <wp:posOffset>13861</wp:posOffset>
              </wp:positionV>
              <wp:extent cx="5924550" cy="254000"/>
              <wp:effectExtent l="0" t="0" r="0" b="0"/>
              <wp:wrapSquare wrapText="bothSides"/>
              <wp:docPr id="3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24550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5E97DF" w14:textId="3A9FFBDE" w:rsidR="00D822B6" w:rsidRPr="000B6B18" w:rsidRDefault="0093631B" w:rsidP="000B6B18">
                          <w:pPr>
                            <w:pStyle w:val="Footer"/>
                            <w:jc w:val="right"/>
                          </w:pPr>
                          <w:r w:rsidRPr="000B6B18">
                            <w:fldChar w:fldCharType="begin"/>
                          </w:r>
                          <w:r w:rsidRPr="000B6B18">
                            <w:instrText xml:space="preserve"> DATE \@ "MMMM d, yyyy" </w:instrText>
                          </w:r>
                          <w:r w:rsidRPr="000B6B18">
                            <w:fldChar w:fldCharType="separate"/>
                          </w:r>
                          <w:r w:rsidR="00F8025B">
                            <w:rPr>
                              <w:noProof/>
                            </w:rPr>
                            <w:t>August 4, 2024</w:t>
                          </w:r>
                          <w:r w:rsidRPr="000B6B18">
                            <w:fldChar w:fldCharType="end"/>
                          </w:r>
                        </w:p>
                        <w:p w14:paraId="5DF4FEE1" w14:textId="77777777" w:rsidR="00D822B6" w:rsidRPr="000B6B18" w:rsidRDefault="00D822B6" w:rsidP="000B6B18">
                          <w:pPr>
                            <w:pStyle w:val="Footer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807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6.8pt;margin-top:1.1pt;width:466.5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" filled="f" stroked="f" strokeweight=".5pt">
              <v:textbox inset="2mm,2mm,2mm,0">
                <w:txbxContent>
                  <w:p w14:paraId="0E5E97DF" w14:textId="3A9FFBDE" w:rsidR="00D822B6" w:rsidRPr="000B6B18" w:rsidRDefault="0093631B" w:rsidP="000B6B18">
                    <w:pPr>
                      <w:pStyle w:val="Footer"/>
                      <w:jc w:val="right"/>
                    </w:pPr>
                    <w:r w:rsidRPr="000B6B18">
                      <w:fldChar w:fldCharType="begin"/>
                    </w:r>
                    <w:r w:rsidRPr="000B6B18">
                      <w:instrText xml:space="preserve"> DATE \@ "MMMM d, yyyy" </w:instrText>
                    </w:r>
                    <w:r w:rsidRPr="000B6B18">
                      <w:fldChar w:fldCharType="separate"/>
                    </w:r>
                    <w:r w:rsidR="00F8025B">
                      <w:rPr>
                        <w:noProof/>
                      </w:rPr>
                      <w:t>August 4, 2024</w:t>
                    </w:r>
                    <w:r w:rsidRPr="000B6B18">
                      <w:fldChar w:fldCharType="end"/>
                    </w:r>
                  </w:p>
                  <w:p w14:paraId="5DF4FEE1" w14:textId="77777777" w:rsidR="00D822B6" w:rsidRPr="000B6B18" w:rsidRDefault="00D822B6" w:rsidP="000B6B18">
                    <w:pPr>
                      <w:pStyle w:val="Footer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B2DDC" w14:textId="77777777" w:rsidR="00CC5A82" w:rsidRDefault="00CC5A82">
      <w:r>
        <w:separator/>
      </w:r>
    </w:p>
  </w:footnote>
  <w:footnote w:type="continuationSeparator" w:id="0">
    <w:p w14:paraId="33299C2D" w14:textId="77777777" w:rsidR="00CC5A82" w:rsidRDefault="00CC5A82">
      <w:r>
        <w:continuationSeparator/>
      </w:r>
    </w:p>
  </w:footnote>
  <w:footnote w:id="1">
    <w:p w14:paraId="2B73C9E6" w14:textId="77777777" w:rsidR="009C3D8C" w:rsidRDefault="00000000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text1" w:themeTint="80"/>
      </w:rPr>
      <w:alias w:val="Title"/>
      <w:tag w:val=""/>
      <w:id w:val="1116400235"/>
      <w:placeholder>
        <w:docPart w:val="4639AF05FA2063408D95A293E333495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CC5FCE9" w14:textId="3394A0D0" w:rsidR="00D822B6" w:rsidRDefault="00D822B6">
        <w:pPr>
          <w:pStyle w:val="Header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Title</w:t>
        </w:r>
      </w:p>
    </w:sdtContent>
  </w:sdt>
  <w:p w14:paraId="21E50D7E" w14:textId="77777777" w:rsidR="00D822B6" w:rsidRDefault="00D822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A22A0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7E4F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36AA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30C8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DC30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166C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12AA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92EB96"/>
    <w:lvl w:ilvl="0">
      <w:start w:val="1"/>
      <w:numFmt w:val="bullet"/>
      <w:pStyle w:val="ListBullet2"/>
      <w:lvlText w:val="o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94BEE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14592A"/>
    <w:lvl w:ilvl="0">
      <w:start w:val="1"/>
      <w:numFmt w:val="bullet"/>
      <w:pStyle w:val="ListBullet"/>
      <w:lvlText w:val="o"/>
      <w:lvlJc w:val="left"/>
      <w:pPr>
        <w:ind w:left="360" w:hanging="360"/>
      </w:pPr>
      <w:rPr>
        <w:rFonts w:ascii="Courier New" w:hAnsi="Courier New" w:hint="default"/>
      </w:rPr>
    </w:lvl>
  </w:abstractNum>
  <w:abstractNum w:abstractNumId="10" w15:restartNumberingAfterBreak="0">
    <w:nsid w:val="170CD2DE"/>
    <w:multiLevelType w:val="multilevel"/>
    <w:tmpl w:val="1524846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6AB22A5"/>
    <w:multiLevelType w:val="hybridMultilevel"/>
    <w:tmpl w:val="AFF02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B0BE3"/>
    <w:multiLevelType w:val="hybridMultilevel"/>
    <w:tmpl w:val="71B46F7A"/>
    <w:lvl w:ilvl="0" w:tplc="FC3057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576048">
    <w:abstractNumId w:val="10"/>
  </w:num>
  <w:num w:numId="2" w16cid:durableId="1435780726">
    <w:abstractNumId w:val="0"/>
  </w:num>
  <w:num w:numId="3" w16cid:durableId="1396507003">
    <w:abstractNumId w:val="1"/>
  </w:num>
  <w:num w:numId="4" w16cid:durableId="257448859">
    <w:abstractNumId w:val="2"/>
  </w:num>
  <w:num w:numId="5" w16cid:durableId="1470828037">
    <w:abstractNumId w:val="3"/>
  </w:num>
  <w:num w:numId="6" w16cid:durableId="68888956">
    <w:abstractNumId w:val="8"/>
  </w:num>
  <w:num w:numId="7" w16cid:durableId="1060832693">
    <w:abstractNumId w:val="4"/>
  </w:num>
  <w:num w:numId="8" w16cid:durableId="1061710292">
    <w:abstractNumId w:val="5"/>
  </w:num>
  <w:num w:numId="9" w16cid:durableId="1786191827">
    <w:abstractNumId w:val="6"/>
  </w:num>
  <w:num w:numId="10" w16cid:durableId="1785999093">
    <w:abstractNumId w:val="7"/>
  </w:num>
  <w:num w:numId="11" w16cid:durableId="2005233383">
    <w:abstractNumId w:val="9"/>
  </w:num>
  <w:num w:numId="12" w16cid:durableId="1239092939">
    <w:abstractNumId w:val="0"/>
  </w:num>
  <w:num w:numId="13" w16cid:durableId="1085685770">
    <w:abstractNumId w:val="1"/>
  </w:num>
  <w:num w:numId="14" w16cid:durableId="1557740079">
    <w:abstractNumId w:val="2"/>
  </w:num>
  <w:num w:numId="15" w16cid:durableId="963317342">
    <w:abstractNumId w:val="3"/>
  </w:num>
  <w:num w:numId="16" w16cid:durableId="1714427985">
    <w:abstractNumId w:val="8"/>
  </w:num>
  <w:num w:numId="17" w16cid:durableId="1974865840">
    <w:abstractNumId w:val="4"/>
  </w:num>
  <w:num w:numId="18" w16cid:durableId="1001466032">
    <w:abstractNumId w:val="5"/>
  </w:num>
  <w:num w:numId="19" w16cid:durableId="1277639479">
    <w:abstractNumId w:val="6"/>
  </w:num>
  <w:num w:numId="20" w16cid:durableId="1662583207">
    <w:abstractNumId w:val="7"/>
  </w:num>
  <w:num w:numId="21" w16cid:durableId="1166363212">
    <w:abstractNumId w:val="9"/>
  </w:num>
  <w:num w:numId="22" w16cid:durableId="1787140">
    <w:abstractNumId w:val="0"/>
  </w:num>
  <w:num w:numId="23" w16cid:durableId="2072658541">
    <w:abstractNumId w:val="1"/>
  </w:num>
  <w:num w:numId="24" w16cid:durableId="402147981">
    <w:abstractNumId w:val="2"/>
  </w:num>
  <w:num w:numId="25" w16cid:durableId="1237016787">
    <w:abstractNumId w:val="3"/>
  </w:num>
  <w:num w:numId="26" w16cid:durableId="1959797699">
    <w:abstractNumId w:val="8"/>
  </w:num>
  <w:num w:numId="27" w16cid:durableId="616719641">
    <w:abstractNumId w:val="4"/>
  </w:num>
  <w:num w:numId="28" w16cid:durableId="738863687">
    <w:abstractNumId w:val="5"/>
  </w:num>
  <w:num w:numId="29" w16cid:durableId="1378823061">
    <w:abstractNumId w:val="6"/>
  </w:num>
  <w:num w:numId="30" w16cid:durableId="267664076">
    <w:abstractNumId w:val="7"/>
  </w:num>
  <w:num w:numId="31" w16cid:durableId="1780222983">
    <w:abstractNumId w:val="9"/>
  </w:num>
  <w:num w:numId="32" w16cid:durableId="1943565854">
    <w:abstractNumId w:val="0"/>
  </w:num>
  <w:num w:numId="33" w16cid:durableId="1566455830">
    <w:abstractNumId w:val="1"/>
  </w:num>
  <w:num w:numId="34" w16cid:durableId="1107043497">
    <w:abstractNumId w:val="2"/>
  </w:num>
  <w:num w:numId="35" w16cid:durableId="822350117">
    <w:abstractNumId w:val="3"/>
  </w:num>
  <w:num w:numId="36" w16cid:durableId="436750292">
    <w:abstractNumId w:val="8"/>
  </w:num>
  <w:num w:numId="37" w16cid:durableId="1712268190">
    <w:abstractNumId w:val="4"/>
  </w:num>
  <w:num w:numId="38" w16cid:durableId="1872262333">
    <w:abstractNumId w:val="5"/>
  </w:num>
  <w:num w:numId="39" w16cid:durableId="774789083">
    <w:abstractNumId w:val="6"/>
  </w:num>
  <w:num w:numId="40" w16cid:durableId="1703939047">
    <w:abstractNumId w:val="7"/>
  </w:num>
  <w:num w:numId="41" w16cid:durableId="16279755">
    <w:abstractNumId w:val="9"/>
  </w:num>
  <w:num w:numId="42" w16cid:durableId="1833712061">
    <w:abstractNumId w:val="0"/>
  </w:num>
  <w:num w:numId="43" w16cid:durableId="1963609424">
    <w:abstractNumId w:val="1"/>
  </w:num>
  <w:num w:numId="44" w16cid:durableId="19821916">
    <w:abstractNumId w:val="2"/>
  </w:num>
  <w:num w:numId="45" w16cid:durableId="1467507024">
    <w:abstractNumId w:val="3"/>
  </w:num>
  <w:num w:numId="46" w16cid:durableId="36979322">
    <w:abstractNumId w:val="8"/>
  </w:num>
  <w:num w:numId="47" w16cid:durableId="1277516186">
    <w:abstractNumId w:val="4"/>
  </w:num>
  <w:num w:numId="48" w16cid:durableId="1439137562">
    <w:abstractNumId w:val="5"/>
  </w:num>
  <w:num w:numId="49" w16cid:durableId="844829081">
    <w:abstractNumId w:val="6"/>
  </w:num>
  <w:num w:numId="50" w16cid:durableId="808480072">
    <w:abstractNumId w:val="7"/>
  </w:num>
  <w:num w:numId="51" w16cid:durableId="1582326021">
    <w:abstractNumId w:val="9"/>
  </w:num>
  <w:num w:numId="52" w16cid:durableId="390689815">
    <w:abstractNumId w:val="0"/>
  </w:num>
  <w:num w:numId="53" w16cid:durableId="319583476">
    <w:abstractNumId w:val="1"/>
  </w:num>
  <w:num w:numId="54" w16cid:durableId="1702973257">
    <w:abstractNumId w:val="2"/>
  </w:num>
  <w:num w:numId="55" w16cid:durableId="1599827459">
    <w:abstractNumId w:val="3"/>
  </w:num>
  <w:num w:numId="56" w16cid:durableId="1958484434">
    <w:abstractNumId w:val="8"/>
  </w:num>
  <w:num w:numId="57" w16cid:durableId="767117578">
    <w:abstractNumId w:val="4"/>
  </w:num>
  <w:num w:numId="58" w16cid:durableId="1452019371">
    <w:abstractNumId w:val="5"/>
  </w:num>
  <w:num w:numId="59" w16cid:durableId="1016494100">
    <w:abstractNumId w:val="6"/>
  </w:num>
  <w:num w:numId="60" w16cid:durableId="1447458963">
    <w:abstractNumId w:val="7"/>
  </w:num>
  <w:num w:numId="61" w16cid:durableId="219636143">
    <w:abstractNumId w:val="9"/>
  </w:num>
  <w:num w:numId="62" w16cid:durableId="1422484365">
    <w:abstractNumId w:val="0"/>
  </w:num>
  <w:num w:numId="63" w16cid:durableId="1494487506">
    <w:abstractNumId w:val="1"/>
  </w:num>
  <w:num w:numId="64" w16cid:durableId="2106224323">
    <w:abstractNumId w:val="2"/>
  </w:num>
  <w:num w:numId="65" w16cid:durableId="136801183">
    <w:abstractNumId w:val="3"/>
  </w:num>
  <w:num w:numId="66" w16cid:durableId="2025356597">
    <w:abstractNumId w:val="8"/>
  </w:num>
  <w:num w:numId="67" w16cid:durableId="1319993152">
    <w:abstractNumId w:val="4"/>
  </w:num>
  <w:num w:numId="68" w16cid:durableId="330791887">
    <w:abstractNumId w:val="5"/>
  </w:num>
  <w:num w:numId="69" w16cid:durableId="1475370150">
    <w:abstractNumId w:val="6"/>
  </w:num>
  <w:num w:numId="70" w16cid:durableId="222909427">
    <w:abstractNumId w:val="7"/>
  </w:num>
  <w:num w:numId="71" w16cid:durableId="304628207">
    <w:abstractNumId w:val="9"/>
  </w:num>
  <w:num w:numId="72" w16cid:durableId="1531532987">
    <w:abstractNumId w:val="0"/>
  </w:num>
  <w:num w:numId="73" w16cid:durableId="1993288168">
    <w:abstractNumId w:val="1"/>
  </w:num>
  <w:num w:numId="74" w16cid:durableId="1954508815">
    <w:abstractNumId w:val="2"/>
  </w:num>
  <w:num w:numId="75" w16cid:durableId="1474519934">
    <w:abstractNumId w:val="3"/>
  </w:num>
  <w:num w:numId="76" w16cid:durableId="379480694">
    <w:abstractNumId w:val="8"/>
  </w:num>
  <w:num w:numId="77" w16cid:durableId="649482168">
    <w:abstractNumId w:val="4"/>
  </w:num>
  <w:num w:numId="78" w16cid:durableId="1794402045">
    <w:abstractNumId w:val="5"/>
  </w:num>
  <w:num w:numId="79" w16cid:durableId="2100133045">
    <w:abstractNumId w:val="6"/>
  </w:num>
  <w:num w:numId="80" w16cid:durableId="1933463958">
    <w:abstractNumId w:val="7"/>
  </w:num>
  <w:num w:numId="81" w16cid:durableId="1425305461">
    <w:abstractNumId w:val="9"/>
  </w:num>
  <w:num w:numId="82" w16cid:durableId="1851288291">
    <w:abstractNumId w:val="0"/>
  </w:num>
  <w:num w:numId="83" w16cid:durableId="1384207595">
    <w:abstractNumId w:val="1"/>
  </w:num>
  <w:num w:numId="84" w16cid:durableId="489951596">
    <w:abstractNumId w:val="2"/>
  </w:num>
  <w:num w:numId="85" w16cid:durableId="2037073952">
    <w:abstractNumId w:val="3"/>
  </w:num>
  <w:num w:numId="86" w16cid:durableId="1706755216">
    <w:abstractNumId w:val="8"/>
  </w:num>
  <w:num w:numId="87" w16cid:durableId="332996971">
    <w:abstractNumId w:val="4"/>
  </w:num>
  <w:num w:numId="88" w16cid:durableId="860557314">
    <w:abstractNumId w:val="5"/>
  </w:num>
  <w:num w:numId="89" w16cid:durableId="808088673">
    <w:abstractNumId w:val="6"/>
  </w:num>
  <w:num w:numId="90" w16cid:durableId="196700016">
    <w:abstractNumId w:val="7"/>
  </w:num>
  <w:num w:numId="91" w16cid:durableId="540672779">
    <w:abstractNumId w:val="9"/>
  </w:num>
  <w:num w:numId="92" w16cid:durableId="1791168087">
    <w:abstractNumId w:val="0"/>
  </w:num>
  <w:num w:numId="93" w16cid:durableId="297805212">
    <w:abstractNumId w:val="1"/>
  </w:num>
  <w:num w:numId="94" w16cid:durableId="402870037">
    <w:abstractNumId w:val="2"/>
  </w:num>
  <w:num w:numId="95" w16cid:durableId="820272685">
    <w:abstractNumId w:val="3"/>
  </w:num>
  <w:num w:numId="96" w16cid:durableId="1318806120">
    <w:abstractNumId w:val="8"/>
  </w:num>
  <w:num w:numId="97" w16cid:durableId="1338075602">
    <w:abstractNumId w:val="4"/>
  </w:num>
  <w:num w:numId="98" w16cid:durableId="787818067">
    <w:abstractNumId w:val="5"/>
  </w:num>
  <w:num w:numId="99" w16cid:durableId="1270236133">
    <w:abstractNumId w:val="6"/>
  </w:num>
  <w:num w:numId="100" w16cid:durableId="771122526">
    <w:abstractNumId w:val="7"/>
  </w:num>
  <w:num w:numId="101" w16cid:durableId="1967547110">
    <w:abstractNumId w:val="9"/>
  </w:num>
  <w:num w:numId="102" w16cid:durableId="24605631">
    <w:abstractNumId w:val="0"/>
  </w:num>
  <w:num w:numId="103" w16cid:durableId="367267588">
    <w:abstractNumId w:val="1"/>
  </w:num>
  <w:num w:numId="104" w16cid:durableId="570165139">
    <w:abstractNumId w:val="2"/>
  </w:num>
  <w:num w:numId="105" w16cid:durableId="510219693">
    <w:abstractNumId w:val="3"/>
  </w:num>
  <w:num w:numId="106" w16cid:durableId="356665812">
    <w:abstractNumId w:val="8"/>
  </w:num>
  <w:num w:numId="107" w16cid:durableId="555749914">
    <w:abstractNumId w:val="4"/>
  </w:num>
  <w:num w:numId="108" w16cid:durableId="1642811423">
    <w:abstractNumId w:val="5"/>
  </w:num>
  <w:num w:numId="109" w16cid:durableId="1601791790">
    <w:abstractNumId w:val="6"/>
  </w:num>
  <w:num w:numId="110" w16cid:durableId="556473793">
    <w:abstractNumId w:val="7"/>
  </w:num>
  <w:num w:numId="111" w16cid:durableId="1517772421">
    <w:abstractNumId w:val="9"/>
  </w:num>
  <w:num w:numId="112" w16cid:durableId="1888950423">
    <w:abstractNumId w:val="0"/>
  </w:num>
  <w:num w:numId="113" w16cid:durableId="410466713">
    <w:abstractNumId w:val="1"/>
  </w:num>
  <w:num w:numId="114" w16cid:durableId="401565552">
    <w:abstractNumId w:val="2"/>
  </w:num>
  <w:num w:numId="115" w16cid:durableId="44456006">
    <w:abstractNumId w:val="3"/>
  </w:num>
  <w:num w:numId="116" w16cid:durableId="398745621">
    <w:abstractNumId w:val="8"/>
  </w:num>
  <w:num w:numId="117" w16cid:durableId="2119593267">
    <w:abstractNumId w:val="4"/>
  </w:num>
  <w:num w:numId="118" w16cid:durableId="394933675">
    <w:abstractNumId w:val="5"/>
  </w:num>
  <w:num w:numId="119" w16cid:durableId="1896815108">
    <w:abstractNumId w:val="6"/>
  </w:num>
  <w:num w:numId="120" w16cid:durableId="624236637">
    <w:abstractNumId w:val="7"/>
  </w:num>
  <w:num w:numId="121" w16cid:durableId="2132822745">
    <w:abstractNumId w:val="9"/>
  </w:num>
  <w:num w:numId="122" w16cid:durableId="815142860">
    <w:abstractNumId w:val="11"/>
  </w:num>
  <w:num w:numId="123" w16cid:durableId="7966786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8C"/>
    <w:rsid w:val="000B6B18"/>
    <w:rsid w:val="000E24C6"/>
    <w:rsid w:val="000E3C78"/>
    <w:rsid w:val="001A18FE"/>
    <w:rsid w:val="00225323"/>
    <w:rsid w:val="002E082F"/>
    <w:rsid w:val="0030250F"/>
    <w:rsid w:val="003B3B0E"/>
    <w:rsid w:val="003E727F"/>
    <w:rsid w:val="004E3A13"/>
    <w:rsid w:val="004F43DA"/>
    <w:rsid w:val="00697A43"/>
    <w:rsid w:val="006A00B8"/>
    <w:rsid w:val="00722110"/>
    <w:rsid w:val="007924DC"/>
    <w:rsid w:val="00795EBF"/>
    <w:rsid w:val="007A2387"/>
    <w:rsid w:val="007B52C5"/>
    <w:rsid w:val="0093631B"/>
    <w:rsid w:val="009375C1"/>
    <w:rsid w:val="009459D1"/>
    <w:rsid w:val="009A1FCF"/>
    <w:rsid w:val="009C3D8C"/>
    <w:rsid w:val="00A314FD"/>
    <w:rsid w:val="00A65A0D"/>
    <w:rsid w:val="00A702CF"/>
    <w:rsid w:val="00AB7313"/>
    <w:rsid w:val="00AC3B23"/>
    <w:rsid w:val="00AE1A61"/>
    <w:rsid w:val="00AF6B1B"/>
    <w:rsid w:val="00BB0B1A"/>
    <w:rsid w:val="00BC2DCC"/>
    <w:rsid w:val="00BC64A9"/>
    <w:rsid w:val="00BF423E"/>
    <w:rsid w:val="00BF4BF9"/>
    <w:rsid w:val="00C95748"/>
    <w:rsid w:val="00CC423E"/>
    <w:rsid w:val="00CC5A82"/>
    <w:rsid w:val="00CD5147"/>
    <w:rsid w:val="00D01A7E"/>
    <w:rsid w:val="00D33726"/>
    <w:rsid w:val="00D57B2E"/>
    <w:rsid w:val="00D822B6"/>
    <w:rsid w:val="00D93EC2"/>
    <w:rsid w:val="00DA645B"/>
    <w:rsid w:val="00DB3301"/>
    <w:rsid w:val="00DE59FD"/>
    <w:rsid w:val="00E322C7"/>
    <w:rsid w:val="00E35C59"/>
    <w:rsid w:val="00E95B7A"/>
    <w:rsid w:val="00EF48C7"/>
    <w:rsid w:val="00F15250"/>
    <w:rsid w:val="00F8025B"/>
    <w:rsid w:val="00FE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5B9DEB"/>
  <w15:docId w15:val="{60CC71AB-72D4-C74F-BDC9-2ABD85DCF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543B"/>
    <w:pPr>
      <w:spacing w:line="360" w:lineRule="auto"/>
      <w:jc w:val="both"/>
    </w:pPr>
    <w:rPr>
      <w:rFonts w:ascii="Alegreya" w:eastAsia="STHeiti" w:hAnsi="Alegreya" w:cs="Times New Roman (Body CS)"/>
      <w:kern w:val="10"/>
      <w14:ligatures w14:val="standard"/>
      <w14:numForm w14:val="oldStyle"/>
      <w14:numSpacing w14:val="proportional"/>
      <w14:cntxtAlts/>
    </w:rPr>
  </w:style>
  <w:style w:type="paragraph" w:styleId="Heading1">
    <w:name w:val="heading 1"/>
    <w:basedOn w:val="Normal"/>
    <w:next w:val="BodyText"/>
    <w:uiPriority w:val="9"/>
    <w:qFormat/>
    <w:rsid w:val="00EF48C7"/>
    <w:pPr>
      <w:keepNext/>
      <w:keepLines/>
      <w:spacing w:before="480" w:after="0" w:line="240" w:lineRule="auto"/>
      <w:outlineLvl w:val="0"/>
    </w:pPr>
    <w:rPr>
      <w:rFonts w:ascii="Alegreya Sans ExtraBold" w:eastAsiaTheme="majorEastAsia" w:hAnsi="Alegreya Sans ExtraBold" w:cstheme="majorBidi"/>
      <w:b/>
      <w:bCs/>
      <w:i/>
      <w:color w:val="244061" w:themeColor="accent1" w:themeShade="80"/>
      <w:sz w:val="40"/>
      <w:szCs w:val="36"/>
    </w:rPr>
  </w:style>
  <w:style w:type="paragraph" w:styleId="Heading2">
    <w:name w:val="heading 2"/>
    <w:basedOn w:val="Normal"/>
    <w:next w:val="BodyText"/>
    <w:uiPriority w:val="9"/>
    <w:unhideWhenUsed/>
    <w:qFormat/>
    <w:rsid w:val="00EF48C7"/>
    <w:pPr>
      <w:keepNext/>
      <w:keepLines/>
      <w:spacing w:before="200" w:after="0" w:line="240" w:lineRule="auto"/>
      <w:outlineLvl w:val="1"/>
    </w:pPr>
    <w:rPr>
      <w:rFonts w:ascii="Alegreya Sans" w:eastAsiaTheme="majorEastAsia" w:hAnsi="Alegreya Sans" w:cstheme="majorBidi"/>
      <w:b/>
      <w:bCs/>
      <w:i/>
      <w:color w:val="244061" w:themeColor="accent1" w:themeShade="80"/>
      <w:sz w:val="36"/>
      <w:szCs w:val="36"/>
    </w:rPr>
  </w:style>
  <w:style w:type="paragraph" w:styleId="Heading3">
    <w:name w:val="heading 3"/>
    <w:basedOn w:val="Normal"/>
    <w:next w:val="BodyText"/>
    <w:uiPriority w:val="9"/>
    <w:unhideWhenUsed/>
    <w:qFormat/>
    <w:rsid w:val="00EF48C7"/>
    <w:pPr>
      <w:keepNext/>
      <w:keepLines/>
      <w:spacing w:before="200" w:after="0" w:line="240" w:lineRule="auto"/>
      <w:outlineLvl w:val="2"/>
    </w:pPr>
    <w:rPr>
      <w:rFonts w:ascii="Alegreya Sans" w:eastAsiaTheme="majorEastAsia" w:hAnsi="Alegreya Sans" w:cstheme="majorBidi"/>
      <w:b/>
      <w:bCs/>
      <w:i/>
      <w:iCs/>
      <w:color w:val="244061" w:themeColor="accent1" w:themeShade="80"/>
      <w:sz w:val="32"/>
      <w:szCs w:val="32"/>
    </w:rPr>
  </w:style>
  <w:style w:type="paragraph" w:styleId="Heading4">
    <w:name w:val="heading 4"/>
    <w:basedOn w:val="Normal"/>
    <w:next w:val="BodyText"/>
    <w:uiPriority w:val="9"/>
    <w:unhideWhenUsed/>
    <w:qFormat/>
    <w:rsid w:val="00EF48C7"/>
    <w:pPr>
      <w:keepNext/>
      <w:keepLines/>
      <w:spacing w:before="200" w:after="0" w:line="240" w:lineRule="auto"/>
      <w:outlineLvl w:val="3"/>
    </w:pPr>
    <w:rPr>
      <w:rFonts w:ascii="Alegreya Sans" w:eastAsiaTheme="majorEastAsia" w:hAnsi="Alegreya Sans" w:cstheme="majorBidi"/>
      <w:b/>
      <w:bCs/>
      <w:i/>
      <w:iCs/>
      <w:color w:val="244061" w:themeColor="accent1" w:themeShade="80"/>
      <w:sz w:val="28"/>
      <w:szCs w:val="28"/>
    </w:rPr>
  </w:style>
  <w:style w:type="paragraph" w:styleId="Heading5">
    <w:name w:val="heading 5"/>
    <w:basedOn w:val="Normal"/>
    <w:next w:val="BodyText"/>
    <w:uiPriority w:val="9"/>
    <w:unhideWhenUsed/>
    <w:qFormat/>
    <w:rsid w:val="0093631B"/>
    <w:pPr>
      <w:keepNext/>
      <w:keepLines/>
      <w:spacing w:before="200" w:after="0"/>
      <w:outlineLvl w:val="4"/>
    </w:pPr>
    <w:rPr>
      <w:rFonts w:ascii="Alegreya Sans" w:eastAsiaTheme="majorEastAsia" w:hAnsi="Alegreya Sans" w:cstheme="majorBidi"/>
      <w:b/>
      <w:i/>
      <w:color w:val="244061" w:themeColor="accent1" w:themeShade="80"/>
    </w:rPr>
  </w:style>
  <w:style w:type="paragraph" w:styleId="Heading6">
    <w:name w:val="heading 6"/>
    <w:basedOn w:val="Normal"/>
    <w:next w:val="BodyText"/>
    <w:uiPriority w:val="9"/>
    <w:unhideWhenUsed/>
    <w:qFormat/>
    <w:rsid w:val="0093631B"/>
    <w:pPr>
      <w:keepNext/>
      <w:keepLines/>
      <w:spacing w:before="200" w:after="0"/>
      <w:outlineLvl w:val="5"/>
    </w:pPr>
    <w:rPr>
      <w:rFonts w:ascii="Alegreya Sans" w:eastAsiaTheme="majorEastAsia" w:hAnsi="Alegreya Sans" w:cstheme="majorBidi"/>
      <w:b/>
      <w:i/>
      <w:iCs/>
      <w:color w:val="244061" w:themeColor="accent1" w:themeShade="80"/>
    </w:rPr>
  </w:style>
  <w:style w:type="paragraph" w:styleId="Heading7">
    <w:name w:val="heading 7"/>
    <w:basedOn w:val="Normal"/>
    <w:next w:val="BodyText"/>
    <w:uiPriority w:val="9"/>
    <w:unhideWhenUsed/>
    <w:qFormat/>
    <w:rsid w:val="0093631B"/>
    <w:pPr>
      <w:keepNext/>
      <w:keepLines/>
      <w:spacing w:before="200" w:after="0"/>
      <w:outlineLvl w:val="6"/>
    </w:pPr>
    <w:rPr>
      <w:rFonts w:ascii="Alegreya Sans" w:eastAsiaTheme="majorEastAsia" w:hAnsi="Alegreya Sans" w:cstheme="majorBidi"/>
      <w:b/>
      <w:i/>
      <w:iCs/>
      <w:color w:val="244061" w:themeColor="accent1" w:themeShade="80"/>
    </w:rPr>
  </w:style>
  <w:style w:type="paragraph" w:styleId="Heading8">
    <w:name w:val="heading 8"/>
    <w:basedOn w:val="Normal"/>
    <w:next w:val="BodyText"/>
    <w:uiPriority w:val="9"/>
    <w:unhideWhenUsed/>
    <w:qFormat/>
    <w:rsid w:val="0093631B"/>
    <w:pPr>
      <w:keepNext/>
      <w:keepLines/>
      <w:spacing w:before="200" w:after="0"/>
      <w:outlineLvl w:val="7"/>
    </w:pPr>
    <w:rPr>
      <w:rFonts w:ascii="Alegreya Sans Medium" w:eastAsiaTheme="majorEastAsia" w:hAnsi="Alegreya Sans Medium" w:cstheme="majorBidi"/>
      <w:b/>
      <w:bCs/>
      <w:i/>
      <w:iCs/>
      <w:color w:val="244061" w:themeColor="accent1" w:themeShade="80"/>
      <w:sz w:val="22"/>
      <w:szCs w:val="22"/>
    </w:rPr>
  </w:style>
  <w:style w:type="paragraph" w:styleId="Heading9">
    <w:name w:val="heading 9"/>
    <w:basedOn w:val="Normal"/>
    <w:next w:val="BodyText"/>
    <w:uiPriority w:val="9"/>
    <w:unhideWhenUsed/>
    <w:qFormat/>
    <w:rsid w:val="0093631B"/>
    <w:pPr>
      <w:keepNext/>
      <w:keepLines/>
      <w:spacing w:before="200" w:after="0"/>
      <w:outlineLvl w:val="8"/>
    </w:pPr>
    <w:rPr>
      <w:rFonts w:ascii="Alegreya Sans Medium" w:eastAsiaTheme="majorEastAsia" w:hAnsi="Alegreya Sans Medium" w:cstheme="majorBidi"/>
      <w:color w:val="244061" w:themeColor="accent1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459D1"/>
    <w:pPr>
      <w:spacing w:before="180" w:after="180"/>
    </w:pPr>
    <w:rPr>
      <w:kern w:val="11"/>
      <w14:ligatures w14:val="standardContextual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CC423E"/>
    <w:pPr>
      <w:spacing w:before="36" w:after="36"/>
    </w:pPr>
    <w:rPr>
      <w:rFonts w:ascii="Alegreya Sans" w:hAnsi="Alegreya Sans"/>
    </w:rPr>
  </w:style>
  <w:style w:type="paragraph" w:styleId="Title">
    <w:name w:val="Title"/>
    <w:basedOn w:val="Normal"/>
    <w:next w:val="BodyText"/>
    <w:qFormat/>
    <w:rsid w:val="003B3B0E"/>
    <w:pPr>
      <w:keepNext/>
      <w:keepLines/>
      <w:spacing w:before="480" w:after="240"/>
      <w:jc w:val="center"/>
    </w:pPr>
    <w:rPr>
      <w:rFonts w:ascii="Alegreya Sans Black" w:eastAsiaTheme="majorEastAsia" w:hAnsi="Alegreya Sans Black" w:cstheme="majorBidi"/>
      <w:b/>
      <w:bCs/>
      <w:i/>
      <w:color w:val="244061" w:themeColor="accent1" w:themeShade="80"/>
      <w:sz w:val="40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E322C7"/>
    <w:pPr>
      <w:keepNext/>
      <w:keepLines/>
      <w:jc w:val="center"/>
    </w:pPr>
    <w:rPr>
      <w:rFonts w:ascii="Alegreya Medium" w:hAnsi="Alegreya Medium"/>
      <w:b/>
      <w:bCs/>
      <w:i/>
      <w:sz w:val="28"/>
      <w:szCs w:val="28"/>
    </w:rPr>
  </w:style>
  <w:style w:type="paragraph" w:styleId="Date">
    <w:name w:val="Date"/>
    <w:next w:val="BodyText"/>
    <w:qFormat/>
    <w:rsid w:val="00D57B2E"/>
    <w:pPr>
      <w:keepNext/>
      <w:keepLines/>
      <w:jc w:val="center"/>
    </w:pPr>
    <w:rPr>
      <w:rFonts w:ascii="Alegreya Sans Light" w:hAnsi="Alegreya Sans Light"/>
      <w:i/>
    </w:rPr>
  </w:style>
  <w:style w:type="paragraph" w:customStyle="1" w:styleId="Abstract">
    <w:name w:val="Abstract"/>
    <w:basedOn w:val="Normal"/>
    <w:next w:val="BodyText"/>
    <w:qFormat/>
    <w:rsid w:val="00DB3301"/>
    <w:pPr>
      <w:keepNext/>
      <w:keepLines/>
      <w:spacing w:before="300" w:after="300"/>
    </w:pPr>
    <w:rPr>
      <w:rFonts w:ascii="Alegreya Sans" w:hAnsi="Alegreya Sans"/>
      <w:szCs w:val="20"/>
    </w:rPr>
  </w:style>
  <w:style w:type="paragraph" w:styleId="Bibliography">
    <w:name w:val="Bibliography"/>
    <w:basedOn w:val="Normal"/>
    <w:qFormat/>
    <w:rsid w:val="00EF48C7"/>
    <w:pPr>
      <w:spacing w:line="240" w:lineRule="auto"/>
      <w:jc w:val="left"/>
    </w:pPr>
  </w:style>
  <w:style w:type="paragraph" w:styleId="BlockText">
    <w:name w:val="Block Text"/>
    <w:basedOn w:val="BodyText"/>
    <w:next w:val="BodyText"/>
    <w:uiPriority w:val="9"/>
    <w:unhideWhenUsed/>
    <w:qFormat/>
    <w:rsid w:val="00D93EC2"/>
    <w:pPr>
      <w:pBdr>
        <w:top w:val="dotted" w:sz="4" w:space="4" w:color="BFBFBF" w:themeColor="background1" w:themeShade="BF"/>
        <w:bottom w:val="dotted" w:sz="4" w:space="4" w:color="BFBFBF" w:themeColor="background1" w:themeShade="BF"/>
      </w:pBdr>
      <w:shd w:val="clear" w:color="auto" w:fill="F7FBFC"/>
      <w:spacing w:before="360" w:after="360" w:line="240" w:lineRule="auto"/>
      <w:ind w:left="680" w:right="680"/>
      <w:contextualSpacing/>
    </w:pPr>
    <w:rPr>
      <w:rFonts w:ascii="Alegreya Sans" w:hAnsi="Alegreya Sans"/>
      <w:i/>
    </w:rPr>
  </w:style>
  <w:style w:type="paragraph" w:styleId="FootnoteText">
    <w:name w:val="footnote text"/>
    <w:basedOn w:val="Normal"/>
    <w:uiPriority w:val="9"/>
    <w:unhideWhenUsed/>
    <w:qFormat/>
    <w:rsid w:val="00DB3301"/>
    <w:rPr>
      <w:rFonts w:ascii="Alegreya Sans" w:hAnsi="Alegreya Sans"/>
      <w:sz w:val="22"/>
    </w:rPr>
  </w:style>
  <w:style w:type="table" w:customStyle="1" w:styleId="Table">
    <w:name w:val="Table"/>
    <w:semiHidden/>
    <w:unhideWhenUsed/>
    <w:qFormat/>
    <w:rsid w:val="00F8025B"/>
    <w:rPr>
      <w:rFonts w:ascii="Alegreya Sans" w:hAnsi="Alegreya San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legreya Sans" w:hAnsi="Alegreya Sans"/>
        <w:b/>
        <w:sz w:val="28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paragraph" w:customStyle="1" w:styleId="DefinitionTerm">
    <w:name w:val="Definition Term"/>
    <w:basedOn w:val="Normal"/>
    <w:next w:val="Definition"/>
    <w:rsid w:val="00DA645B"/>
    <w:pPr>
      <w:keepNext/>
      <w:keepLines/>
      <w:spacing w:after="0" w:line="240" w:lineRule="auto"/>
    </w:pPr>
    <w:rPr>
      <w:rFonts w:ascii="Alegreya Sans" w:hAnsi="Alegreya Sans"/>
      <w:b/>
      <w:i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EF48C7"/>
    <w:pPr>
      <w:keepNext/>
      <w:pBdr>
        <w:top w:val="dotted" w:sz="4" w:space="1" w:color="auto"/>
      </w:pBdr>
      <w:spacing w:before="240" w:after="0"/>
    </w:pPr>
    <w:rPr>
      <w:rFonts w:ascii="Alegreya Sans" w:hAnsi="Alegreya Sans"/>
    </w:rPr>
  </w:style>
  <w:style w:type="paragraph" w:customStyle="1" w:styleId="ImageCaption">
    <w:name w:val="Image Caption"/>
    <w:basedOn w:val="Caption"/>
    <w:rsid w:val="002E082F"/>
    <w:pPr>
      <w:pBdr>
        <w:bottom w:val="dotted" w:sz="4" w:space="1" w:color="auto"/>
      </w:pBdr>
      <w:spacing w:after="360" w:line="276" w:lineRule="auto"/>
    </w:pPr>
    <w:rPr>
      <w:rFonts w:ascii="Alegreya Sans" w:hAnsi="Alegreya Sans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sid w:val="00D93EC2"/>
    <w:rPr>
      <w:rFonts w:ascii="Rec Mono Duotone" w:hAnsi="Rec Mono Duotone"/>
      <w:sz w:val="21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E35C59"/>
    <w:rPr>
      <w:color w:val="244061" w:themeColor="accent1" w:themeShade="80"/>
    </w:rPr>
  </w:style>
  <w:style w:type="paragraph" w:styleId="TOCHeading">
    <w:name w:val="TOC Heading"/>
    <w:basedOn w:val="Heading1"/>
    <w:next w:val="BodyText"/>
    <w:uiPriority w:val="39"/>
    <w:unhideWhenUsed/>
    <w:qFormat/>
    <w:rsid w:val="00EF48C7"/>
    <w:pPr>
      <w:spacing w:before="240"/>
      <w:outlineLvl w:val="9"/>
    </w:pPr>
    <w:rPr>
      <w:bCs w:val="0"/>
    </w:rPr>
  </w:style>
  <w:style w:type="paragraph" w:styleId="PlainText">
    <w:name w:val="Plain Text"/>
    <w:basedOn w:val="Normal"/>
    <w:link w:val="PlainTextChar"/>
    <w:semiHidden/>
    <w:unhideWhenUsed/>
    <w:rsid w:val="00DB3301"/>
    <w:pPr>
      <w:spacing w:after="0"/>
    </w:pPr>
    <w:rPr>
      <w:rFonts w:ascii="Fira Code" w:hAnsi="Fira Code" w:cs="Consolas"/>
      <w:sz w:val="22"/>
      <w:szCs w:val="21"/>
    </w:rPr>
  </w:style>
  <w:style w:type="character" w:customStyle="1" w:styleId="BodyTextChar">
    <w:name w:val="Body Text Char"/>
    <w:basedOn w:val="DefaultParagraphFont"/>
    <w:link w:val="BodyText"/>
    <w:rsid w:val="009459D1"/>
    <w:rPr>
      <w:rFonts w:ascii="Alegreya" w:eastAsia="STHeiti" w:hAnsi="Alegreya" w:cs="Times New Roman (Body CS)"/>
      <w:kern w:val="11"/>
      <w14:ligatures w14:val="standardContextual"/>
      <w14:numForm w14:val="oldStyle"/>
      <w14:numSpacing w14:val="proportional"/>
      <w14:cntxtAlts/>
    </w:rPr>
  </w:style>
  <w:style w:type="character" w:customStyle="1" w:styleId="PlainTextChar">
    <w:name w:val="Plain Text Char"/>
    <w:basedOn w:val="DefaultParagraphFont"/>
    <w:link w:val="PlainText"/>
    <w:semiHidden/>
    <w:rsid w:val="00DB3301"/>
    <w:rPr>
      <w:rFonts w:ascii="Fira Code" w:hAnsi="Fira Code" w:cs="Consolas"/>
      <w:sz w:val="22"/>
      <w:szCs w:val="21"/>
    </w:rPr>
  </w:style>
  <w:style w:type="paragraph" w:styleId="MacroText">
    <w:name w:val="macro"/>
    <w:link w:val="MacroTextChar"/>
    <w:semiHidden/>
    <w:unhideWhenUsed/>
    <w:rsid w:val="00DB33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Fira Code" w:hAnsi="Fira Code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B3301"/>
    <w:rPr>
      <w:rFonts w:ascii="Fira Code" w:hAnsi="Fira Code" w:cs="Consolas"/>
      <w:sz w:val="20"/>
      <w:szCs w:val="20"/>
    </w:rPr>
  </w:style>
  <w:style w:type="paragraph" w:styleId="Index1">
    <w:name w:val="index 1"/>
    <w:basedOn w:val="Normal"/>
    <w:next w:val="Normal"/>
    <w:autoRedefine/>
    <w:rsid w:val="00DB3301"/>
    <w:pPr>
      <w:spacing w:after="0"/>
      <w:ind w:left="240" w:hanging="240"/>
    </w:pPr>
  </w:style>
  <w:style w:type="paragraph" w:styleId="IndexHeading">
    <w:name w:val="index heading"/>
    <w:basedOn w:val="Normal"/>
    <w:next w:val="Index1"/>
    <w:semiHidden/>
    <w:unhideWhenUsed/>
    <w:rsid w:val="00DB3301"/>
    <w:rPr>
      <w:rFonts w:ascii="Alegreya Sans" w:eastAsiaTheme="majorEastAsia" w:hAnsi="Alegreya Sans" w:cstheme="majorBidi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DB3301"/>
    <w:pPr>
      <w:spacing w:after="0"/>
    </w:pPr>
    <w:rPr>
      <w:rFonts w:ascii="Alegreya Sans" w:hAnsi="Alegreya Sans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semiHidden/>
    <w:rsid w:val="00DB3301"/>
    <w:rPr>
      <w:rFonts w:ascii="Alegreya Sans" w:hAnsi="Alegreya Sans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314FD"/>
    <w:pPr>
      <w:tabs>
        <w:tab w:val="center" w:pos="4513"/>
        <w:tab w:val="right" w:pos="9026"/>
      </w:tabs>
      <w:spacing w:after="0" w:line="240" w:lineRule="auto"/>
    </w:pPr>
    <w:rPr>
      <w:rFonts w:ascii="Alegreya Sans" w:hAnsi="Alegreya Sans"/>
      <w:i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314FD"/>
    <w:rPr>
      <w:rFonts w:ascii="Alegreya Sans" w:hAnsi="Alegreya Sans" w:cs="Times New Roman (Body CS)"/>
      <w:i/>
      <w:kern w:val="10"/>
      <w:sz w:val="20"/>
      <w14:ligatures w14:val="standard"/>
      <w14:numForm w14:val="oldStyle"/>
      <w14:numSpacing w14:val="proportional"/>
      <w14:cntxtAlts/>
    </w:rPr>
  </w:style>
  <w:style w:type="paragraph" w:styleId="Footer">
    <w:name w:val="footer"/>
    <w:basedOn w:val="Normal"/>
    <w:link w:val="FooterChar"/>
    <w:unhideWhenUsed/>
    <w:rsid w:val="000B6B18"/>
    <w:pPr>
      <w:tabs>
        <w:tab w:val="center" w:pos="4513"/>
        <w:tab w:val="right" w:pos="9026"/>
      </w:tabs>
      <w:spacing w:after="0" w:line="240" w:lineRule="auto"/>
    </w:pPr>
    <w:rPr>
      <w:rFonts w:ascii="Alegreya Sans" w:eastAsiaTheme="minorEastAsia" w:hAnsi="Alegreya Sans"/>
      <w:i/>
      <w:color w:val="595959" w:themeColor="text1" w:themeTint="A6"/>
      <w:sz w:val="20"/>
    </w:rPr>
  </w:style>
  <w:style w:type="character" w:customStyle="1" w:styleId="FooterChar">
    <w:name w:val="Footer Char"/>
    <w:basedOn w:val="DefaultParagraphFont"/>
    <w:link w:val="Footer"/>
    <w:rsid w:val="000B6B18"/>
    <w:rPr>
      <w:rFonts w:ascii="Alegreya Sans" w:eastAsiaTheme="minorEastAsia" w:hAnsi="Alegreya Sans" w:cs="Times New Roman (Body CS)"/>
      <w:i/>
      <w:color w:val="595959" w:themeColor="text1" w:themeTint="A6"/>
      <w:kern w:val="10"/>
      <w:sz w:val="20"/>
      <w14:ligatures w14:val="standard"/>
      <w14:numForm w14:val="oldStyle"/>
      <w14:numSpacing w14:val="proportional"/>
      <w14:cntxtAlts/>
    </w:rPr>
  </w:style>
  <w:style w:type="table" w:styleId="GridTable1Light-Accent1">
    <w:name w:val="Grid Table 1 Light Accent 1"/>
    <w:basedOn w:val="TableNormal"/>
    <w:uiPriority w:val="46"/>
    <w:rsid w:val="00E322C7"/>
    <w:pPr>
      <w:spacing w:after="0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LineNumber">
    <w:name w:val="line number"/>
    <w:basedOn w:val="DefaultParagraphFont"/>
    <w:semiHidden/>
    <w:unhideWhenUsed/>
    <w:rsid w:val="00C95748"/>
    <w:rPr>
      <w:sz w:val="15"/>
    </w:rPr>
  </w:style>
  <w:style w:type="paragraph" w:styleId="ListParagraph">
    <w:name w:val="List Paragraph"/>
    <w:basedOn w:val="Normal"/>
    <w:rsid w:val="00CC423E"/>
    <w:pPr>
      <w:ind w:left="720"/>
      <w:contextualSpacing/>
    </w:pPr>
    <w:rPr>
      <w:rFonts w:ascii="Alegreya Sans" w:hAnsi="Alegreya Sans"/>
    </w:rPr>
  </w:style>
  <w:style w:type="paragraph" w:styleId="List">
    <w:name w:val="List"/>
    <w:basedOn w:val="Normal"/>
    <w:semiHidden/>
    <w:unhideWhenUsed/>
    <w:rsid w:val="00722110"/>
    <w:pPr>
      <w:ind w:left="283" w:hanging="283"/>
      <w:contextualSpacing/>
    </w:pPr>
  </w:style>
  <w:style w:type="paragraph" w:styleId="ListBullet">
    <w:name w:val="List Bullet"/>
    <w:basedOn w:val="Normal"/>
    <w:semiHidden/>
    <w:unhideWhenUsed/>
    <w:rsid w:val="00722110"/>
    <w:pPr>
      <w:numPr>
        <w:numId w:val="11"/>
      </w:numPr>
      <w:contextualSpacing/>
    </w:pPr>
  </w:style>
  <w:style w:type="paragraph" w:styleId="ListBullet2">
    <w:name w:val="List Bullet 2"/>
    <w:basedOn w:val="Normal"/>
    <w:semiHidden/>
    <w:unhideWhenUsed/>
    <w:rsid w:val="00722110"/>
    <w:pPr>
      <w:numPr>
        <w:numId w:val="10"/>
      </w:numPr>
      <w:contextualSpacing/>
    </w:pPr>
  </w:style>
  <w:style w:type="table" w:styleId="ListTable3-Accent2">
    <w:name w:val="List Table 3 Accent 2"/>
    <w:basedOn w:val="TableNormal"/>
    <w:uiPriority w:val="48"/>
    <w:rsid w:val="00F15250"/>
    <w:pPr>
      <w:spacing w:after="0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le2">
    <w:name w:val="Table2"/>
    <w:basedOn w:val="Table"/>
    <w:uiPriority w:val="99"/>
    <w:rsid w:val="009A1FCF"/>
    <w:pPr>
      <w:spacing w:after="0"/>
    </w:pPr>
    <w:tblPr>
      <w:jc w:val="center"/>
      <w:tblBorders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rPr>
      <w:jc w:val="center"/>
    </w:trPr>
    <w:tblStylePr w:type="firstRow">
      <w:rPr>
        <w:rFonts w:ascii="Alegreya Sans" w:hAnsi="Alegreya Sans"/>
        <w:b/>
        <w:sz w:val="28"/>
      </w:rPr>
      <w:tblPr>
        <w:jc w:val="left"/>
      </w:tblPr>
      <w:trPr>
        <w:jc w:val="left"/>
      </w:trPr>
      <w:tcPr>
        <w:tcBorders>
          <w:top w:val="single" w:sz="4" w:space="0" w:color="000000" w:themeColor="text1"/>
          <w:bottom w:val="single" w:sz="0" w:space="0" w:color="auto"/>
          <w:insideH w:val="nil"/>
          <w:insideV w:val="nil"/>
        </w:tcBorders>
        <w:vAlign w:val="bottom"/>
      </w:tcPr>
    </w:tblStylePr>
    <w:tblStylePr w:type="firstCol">
      <w:rPr>
        <w:rFonts w:ascii="Alegreya Sans" w:hAnsi="Alegreya Sans"/>
        <w:b/>
        <w:i w:val="0"/>
      </w:rPr>
    </w:tblStylePr>
  </w:style>
  <w:style w:type="table" w:styleId="GridTable2">
    <w:name w:val="Grid Table 2"/>
    <w:basedOn w:val="TableNormal"/>
    <w:rsid w:val="00DE59FD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DE59FD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TableGrid">
    <w:name w:val="Table Grid"/>
    <w:basedOn w:val="TableNormal"/>
    <w:rsid w:val="00DE59F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39AF05FA2063408D95A293E3334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FE49B-6563-B845-94BD-9DB10ECAAE03}"/>
      </w:docPartPr>
      <w:docPartBody>
        <w:p w:rsidR="00DF4461" w:rsidRDefault="00E5413F" w:rsidP="00E5413F">
          <w:pPr>
            <w:pStyle w:val="4639AF05FA2063408D95A293E3334950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egreya">
    <w:panose1 w:val="00000500000000000000"/>
    <w:charset w:val="00"/>
    <w:family w:val="auto"/>
    <w:notTrueType/>
    <w:pitch w:val="variable"/>
    <w:sig w:usb0="6000028F" w:usb1="00000003" w:usb2="00000000" w:usb3="00000000" w:csb0="0000019F" w:csb1="00000000"/>
  </w:font>
  <w:font w:name="STHe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legreya Sans ExtraBold">
    <w:panose1 w:val="00000900000000000000"/>
    <w:charset w:val="00"/>
    <w:family w:val="auto"/>
    <w:notTrueType/>
    <w:pitch w:val="variable"/>
    <w:sig w:usb0="6000028F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egreya Sans">
    <w:panose1 w:val="000005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Medium">
    <w:panose1 w:val="000006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Black">
    <w:panose1 w:val="00000A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Medium">
    <w:panose1 w:val="00000600000000000000"/>
    <w:charset w:val="00"/>
    <w:family w:val="auto"/>
    <w:notTrueType/>
    <w:pitch w:val="variable"/>
    <w:sig w:usb0="6000028F" w:usb1="00000003" w:usb2="00000000" w:usb3="00000000" w:csb0="0000019F" w:csb1="00000000"/>
  </w:font>
  <w:font w:name="Alegreya Sans Light">
    <w:panose1 w:val="00000400000000000000"/>
    <w:charset w:val="00"/>
    <w:family w:val="auto"/>
    <w:notTrueType/>
    <w:pitch w:val="variable"/>
    <w:sig w:usb0="6000028F" w:usb1="00000003" w:usb2="00000000" w:usb3="00000000" w:csb0="0000019F" w:csb1="00000000"/>
  </w:font>
  <w:font w:name="Rec Mono Duotone">
    <w:panose1 w:val="00000009000000000000"/>
    <w:charset w:val="4D"/>
    <w:family w:val="modern"/>
    <w:pitch w:val="fixed"/>
    <w:sig w:usb0="A10000FF" w:usb1="5000E07B" w:usb2="00000000" w:usb3="00000000" w:csb0="00000193" w:csb1="00000000"/>
  </w:font>
  <w:font w:name="Fira Code">
    <w:panose1 w:val="020B0809050000020004"/>
    <w:charset w:val="00"/>
    <w:family w:val="modern"/>
    <w:pitch w:val="variable"/>
    <w:sig w:usb0="E00002EF" w:usb1="1201F9FB" w:usb2="02002038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13F"/>
    <w:rsid w:val="00022C73"/>
    <w:rsid w:val="00282E57"/>
    <w:rsid w:val="003D57F3"/>
    <w:rsid w:val="003E5E00"/>
    <w:rsid w:val="003E727F"/>
    <w:rsid w:val="003F0737"/>
    <w:rsid w:val="00491241"/>
    <w:rsid w:val="005B3EFF"/>
    <w:rsid w:val="00667C3B"/>
    <w:rsid w:val="006E16AE"/>
    <w:rsid w:val="00927E82"/>
    <w:rsid w:val="00986B74"/>
    <w:rsid w:val="00AD4369"/>
    <w:rsid w:val="00B21C28"/>
    <w:rsid w:val="00CB6625"/>
    <w:rsid w:val="00DF2060"/>
    <w:rsid w:val="00DF4461"/>
    <w:rsid w:val="00E5413F"/>
    <w:rsid w:val="00E5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39AF05FA2063408D95A293E3334950">
    <w:name w:val="4639AF05FA2063408D95A293E3334950"/>
    <w:rsid w:val="00E541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.~WRD0003</Template>
  <TotalTime>32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Author</dc:creator>
  <cp:keywords/>
  <dc:description/>
  <cp:lastModifiedBy>Ian Max Andolina</cp:lastModifiedBy>
  <cp:revision>9</cp:revision>
  <dcterms:created xsi:type="dcterms:W3CDTF">2023-12-17T06:33:00Z</dcterms:created>
  <dcterms:modified xsi:type="dcterms:W3CDTF">2024-08-04T07:18:00Z</dcterms:modified>
  <cp:category/>
</cp:coreProperties>
</file>